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black" fillcolor="black">
      <v:fill r:id="rId2" o:title="" color2="black" type="pattern"/>
    </v:background>
  </w:background>
  <w:body>
    <w:p w:rsidR="000F3160" w:rsidRDefault="000F3160"/>
    <w:sectPr w:rsidR="000F3160" w:rsidSect="005A2E72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E72"/>
    <w:rsid w:val="000F3160"/>
    <w:rsid w:val="00147359"/>
    <w:rsid w:val="001978F2"/>
    <w:rsid w:val="001A6B32"/>
    <w:rsid w:val="0033086A"/>
    <w:rsid w:val="004C6E88"/>
    <w:rsid w:val="005A2E72"/>
    <w:rsid w:val="00625789"/>
    <w:rsid w:val="00641899"/>
    <w:rsid w:val="006D20C3"/>
    <w:rsid w:val="007E2AEC"/>
    <w:rsid w:val="009C1626"/>
    <w:rsid w:val="00E7582A"/>
    <w:rsid w:val="00FD3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E88"/>
    <w:rPr>
      <w:rFonts w:ascii="Liberation Sans" w:hAnsi="Liberation Sans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0</Words>
  <Characters>0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4</cp:revision>
  <dcterms:created xsi:type="dcterms:W3CDTF">2024-02-08T15:56:00Z</dcterms:created>
  <dcterms:modified xsi:type="dcterms:W3CDTF">2024-02-09T03:27:00Z</dcterms:modified>
</cp:coreProperties>
</file>